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447922" w:rsidRDefault="00447922" w:rsidP="00ED4BCC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5C1CD2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 w:rsidR="007B3DE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10.11</w:t>
      </w:r>
      <w:r w:rsidR="00450E0C">
        <w:rPr>
          <w:b/>
          <w:sz w:val="28"/>
          <w:szCs w:val="28"/>
          <w:u w:val="single"/>
        </w:rPr>
        <w:t>.2023</w:t>
      </w:r>
      <w:r w:rsidR="007B3DEF">
        <w:rPr>
          <w:b/>
          <w:sz w:val="28"/>
          <w:szCs w:val="28"/>
          <w:u w:val="single"/>
        </w:rPr>
        <w:t xml:space="preserve"> </w:t>
      </w:r>
      <w:r w:rsidR="009A4CB9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361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D20DD4" w:rsidP="00E063F5">
      <w:pPr>
        <w:tabs>
          <w:tab w:val="left" w:pos="3119"/>
        </w:tabs>
        <w:ind w:right="6236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 xml:space="preserve">Об одобрении Прогноза социально-экономического развития Заполярного района на </w:t>
      </w:r>
      <w:r w:rsidR="00E85770">
        <w:rPr>
          <w:bCs/>
          <w:w w:val="105"/>
          <w:sz w:val="22"/>
          <w:szCs w:val="22"/>
        </w:rPr>
        <w:t xml:space="preserve">2024 и плановый период 2025-2026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2534BC">
      <w:pPr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 xml:space="preserve">В соответствии со статьей 173 Бюджетного кодекса Российской Федерации, руководствуясь </w:t>
      </w:r>
      <w:r w:rsidR="00AA0243" w:rsidRPr="00CC6E07">
        <w:rPr>
          <w:sz w:val="26"/>
          <w:szCs w:val="26"/>
        </w:rPr>
        <w:t xml:space="preserve">Положением о бюджетном процессе в муниципальном образовании «Муниципальный район «Заполярный район» </w:t>
      </w:r>
      <w:r w:rsidR="00AA0243" w:rsidRPr="00CC6E07">
        <w:rPr>
          <w:sz w:val="26"/>
          <w:szCs w:val="26"/>
        </w:rPr>
        <w:br/>
        <w:t>в новой редакции</w:t>
      </w:r>
      <w:r w:rsidRPr="00CC6E07">
        <w:rPr>
          <w:sz w:val="26"/>
          <w:szCs w:val="26"/>
        </w:rPr>
        <w:t>, утвержденн</w:t>
      </w:r>
      <w:r w:rsidR="007C326A" w:rsidRPr="00CC6E07">
        <w:rPr>
          <w:sz w:val="26"/>
          <w:szCs w:val="26"/>
        </w:rPr>
        <w:t>ым</w:t>
      </w:r>
      <w:r w:rsidRPr="00CC6E07">
        <w:rPr>
          <w:sz w:val="26"/>
          <w:szCs w:val="26"/>
        </w:rPr>
        <w:t xml:space="preserve"> решением Совета муниципального образования</w:t>
      </w:r>
      <w:r w:rsidR="00B75F8D" w:rsidRPr="00CC6E07">
        <w:rPr>
          <w:sz w:val="26"/>
          <w:szCs w:val="26"/>
        </w:rPr>
        <w:t xml:space="preserve"> муниципальный район</w:t>
      </w:r>
      <w:r w:rsidRPr="00CC6E07">
        <w:rPr>
          <w:sz w:val="26"/>
          <w:szCs w:val="26"/>
        </w:rPr>
        <w:t xml:space="preserve"> «Заполярный район» от </w:t>
      </w:r>
      <w:r w:rsidR="007C326A" w:rsidRPr="00CC6E07">
        <w:rPr>
          <w:sz w:val="26"/>
          <w:szCs w:val="26"/>
        </w:rPr>
        <w:t>17</w:t>
      </w:r>
      <w:r w:rsidRPr="00CC6E07">
        <w:rPr>
          <w:sz w:val="26"/>
          <w:szCs w:val="26"/>
        </w:rPr>
        <w:t>.0</w:t>
      </w:r>
      <w:r w:rsidR="007C326A" w:rsidRPr="00CC6E07">
        <w:rPr>
          <w:sz w:val="26"/>
          <w:szCs w:val="26"/>
        </w:rPr>
        <w:t>6</w:t>
      </w:r>
      <w:r w:rsidRPr="00CC6E07">
        <w:rPr>
          <w:sz w:val="26"/>
          <w:szCs w:val="26"/>
        </w:rPr>
        <w:t>.20</w:t>
      </w:r>
      <w:r w:rsidR="007C326A" w:rsidRPr="00CC6E07">
        <w:rPr>
          <w:sz w:val="26"/>
          <w:szCs w:val="26"/>
        </w:rPr>
        <w:t>15</w:t>
      </w:r>
      <w:r w:rsidRPr="00CC6E07">
        <w:rPr>
          <w:sz w:val="26"/>
          <w:szCs w:val="26"/>
        </w:rPr>
        <w:t xml:space="preserve"> </w:t>
      </w:r>
      <w:r w:rsidR="007E5869" w:rsidRPr="00CC6E07">
        <w:rPr>
          <w:sz w:val="26"/>
          <w:szCs w:val="26"/>
        </w:rPr>
        <w:br/>
      </w:r>
      <w:r w:rsidRPr="00CC6E07">
        <w:rPr>
          <w:sz w:val="26"/>
          <w:szCs w:val="26"/>
        </w:rPr>
        <w:t xml:space="preserve">№ </w:t>
      </w:r>
      <w:r w:rsidR="007C326A" w:rsidRPr="00CC6E07">
        <w:rPr>
          <w:sz w:val="26"/>
          <w:szCs w:val="26"/>
        </w:rPr>
        <w:t>136</w:t>
      </w:r>
      <w:r w:rsidRPr="00CC6E07">
        <w:rPr>
          <w:sz w:val="26"/>
          <w:szCs w:val="26"/>
        </w:rPr>
        <w:t>-р,</w:t>
      </w:r>
      <w:r w:rsidR="007B3DEF" w:rsidRPr="00CC6E07">
        <w:rPr>
          <w:sz w:val="26"/>
          <w:szCs w:val="26"/>
        </w:rPr>
        <w:t xml:space="preserve"> постановлением Администрации Заполярного района от </w:t>
      </w:r>
      <w:r w:rsidR="002534BC" w:rsidRPr="00CC6E07">
        <w:rPr>
          <w:sz w:val="26"/>
          <w:szCs w:val="26"/>
        </w:rPr>
        <w:t>25.06.2021</w:t>
      </w:r>
      <w:r w:rsidR="007B3DEF" w:rsidRPr="00CC6E07">
        <w:rPr>
          <w:sz w:val="26"/>
          <w:szCs w:val="26"/>
        </w:rPr>
        <w:t xml:space="preserve"> </w:t>
      </w:r>
      <w:r w:rsidR="00CB3F1F">
        <w:rPr>
          <w:sz w:val="26"/>
          <w:szCs w:val="26"/>
        </w:rPr>
        <w:br/>
      </w:r>
      <w:r w:rsidR="007B3DEF" w:rsidRPr="00CC6E07">
        <w:rPr>
          <w:sz w:val="26"/>
          <w:szCs w:val="26"/>
        </w:rPr>
        <w:t xml:space="preserve">№ </w:t>
      </w:r>
      <w:r w:rsidR="002534BC" w:rsidRPr="00CC6E07">
        <w:rPr>
          <w:sz w:val="26"/>
          <w:szCs w:val="26"/>
        </w:rPr>
        <w:t>151</w:t>
      </w:r>
      <w:r w:rsidR="007B3DEF" w:rsidRPr="00CC6E07">
        <w:rPr>
          <w:sz w:val="26"/>
          <w:szCs w:val="26"/>
        </w:rPr>
        <w:t xml:space="preserve">п 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>«</w:t>
      </w:r>
      <w:r w:rsidR="002534BC" w:rsidRPr="00CC6E07">
        <w:rPr>
          <w:sz w:val="26"/>
          <w:szCs w:val="26"/>
        </w:rPr>
        <w:t>Об утверждении  порядка составления проекта районного бюджета на очередной финансовый год и плановый период</w:t>
      </w:r>
      <w:r w:rsidR="007B3DEF" w:rsidRPr="00CC6E07">
        <w:rPr>
          <w:sz w:val="26"/>
          <w:szCs w:val="26"/>
        </w:rPr>
        <w:t>», постановлением Администрации Заполярного района от 15.08.2018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 xml:space="preserve">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период»,</w:t>
      </w:r>
      <w:r w:rsidR="000722C5" w:rsidRPr="00CC6E07">
        <w:rPr>
          <w:sz w:val="26"/>
          <w:szCs w:val="26"/>
        </w:rPr>
        <w:t xml:space="preserve">  </w:t>
      </w:r>
      <w:r w:rsidR="007B3DEF" w:rsidRPr="00CC6E07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 xml:space="preserve">Администрация муниципального района «Заполярный район» </w:t>
      </w:r>
      <w:r w:rsidR="00F91CDF">
        <w:rPr>
          <w:sz w:val="26"/>
          <w:szCs w:val="26"/>
        </w:rPr>
        <w:t xml:space="preserve">Ненецкого автономного округа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CC6E07">
        <w:rPr>
          <w:sz w:val="26"/>
          <w:szCs w:val="26"/>
        </w:rPr>
        <w:t xml:space="preserve">Одобрить </w:t>
      </w:r>
      <w:r w:rsidR="00A5435E" w:rsidRPr="00CC6E07">
        <w:rPr>
          <w:sz w:val="26"/>
          <w:szCs w:val="26"/>
        </w:rPr>
        <w:t xml:space="preserve">прогноз социально-экономического развития муниципального образования «Муниципальный район «Заполярный район» </w:t>
      </w:r>
      <w:r w:rsidR="00450E0C">
        <w:rPr>
          <w:sz w:val="26"/>
          <w:szCs w:val="26"/>
        </w:rPr>
        <w:t xml:space="preserve">Ненецкого автономного округа </w:t>
      </w:r>
      <w:r w:rsidR="00A5435E" w:rsidRPr="00CC6E07">
        <w:rPr>
          <w:sz w:val="26"/>
          <w:szCs w:val="26"/>
        </w:rPr>
        <w:t>на 20</w:t>
      </w:r>
      <w:r w:rsidR="00EE5A72" w:rsidRPr="00CC6E07">
        <w:rPr>
          <w:sz w:val="26"/>
          <w:szCs w:val="26"/>
        </w:rPr>
        <w:t>2</w:t>
      </w:r>
      <w:r w:rsidR="00450E0C">
        <w:rPr>
          <w:sz w:val="26"/>
          <w:szCs w:val="26"/>
        </w:rPr>
        <w:t>4</w:t>
      </w:r>
      <w:r w:rsidR="00A5435E" w:rsidRPr="00CC6E07">
        <w:rPr>
          <w:sz w:val="26"/>
          <w:szCs w:val="26"/>
        </w:rPr>
        <w:t xml:space="preserve"> год и плановый период </w:t>
      </w:r>
      <w:r w:rsidR="00965606" w:rsidRPr="00CC6E07">
        <w:rPr>
          <w:sz w:val="26"/>
          <w:szCs w:val="26"/>
        </w:rPr>
        <w:t>202</w:t>
      </w:r>
      <w:r w:rsidR="00450E0C">
        <w:rPr>
          <w:sz w:val="26"/>
          <w:szCs w:val="26"/>
        </w:rPr>
        <w:t>5</w:t>
      </w:r>
      <w:r w:rsidR="0057342F" w:rsidRPr="00CC6E07">
        <w:rPr>
          <w:sz w:val="26"/>
          <w:szCs w:val="26"/>
        </w:rPr>
        <w:t>-</w:t>
      </w:r>
      <w:r w:rsidR="00965606" w:rsidRPr="00CC6E07">
        <w:rPr>
          <w:sz w:val="26"/>
          <w:szCs w:val="26"/>
        </w:rPr>
        <w:t>202</w:t>
      </w:r>
      <w:r w:rsidR="00450E0C">
        <w:rPr>
          <w:sz w:val="26"/>
          <w:szCs w:val="26"/>
        </w:rPr>
        <w:t>6</w:t>
      </w:r>
      <w:r w:rsidR="005F0335" w:rsidRPr="00CC6E07">
        <w:rPr>
          <w:sz w:val="26"/>
          <w:szCs w:val="26"/>
        </w:rPr>
        <w:t xml:space="preserve"> годов</w:t>
      </w:r>
      <w:r w:rsidRPr="00CC6E07">
        <w:rPr>
          <w:sz w:val="26"/>
          <w:szCs w:val="26"/>
        </w:rPr>
        <w:t xml:space="preserve"> (прилагается).</w:t>
      </w: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CC6E07">
        <w:rPr>
          <w:bCs/>
          <w:sz w:val="26"/>
          <w:szCs w:val="26"/>
        </w:rPr>
        <w:t xml:space="preserve">Настоящее постановление </w:t>
      </w:r>
      <w:r w:rsidR="00D7668F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66147D" w:rsidRPr="00CC6E07" w:rsidRDefault="003A224F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Г</w:t>
            </w:r>
            <w:r w:rsidR="00D20DD4" w:rsidRPr="00CC6E07">
              <w:rPr>
                <w:sz w:val="26"/>
                <w:szCs w:val="26"/>
              </w:rPr>
              <w:t>лав</w:t>
            </w:r>
            <w:r w:rsidRPr="00CC6E07">
              <w:rPr>
                <w:sz w:val="26"/>
                <w:szCs w:val="26"/>
              </w:rPr>
              <w:t>а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0722C5" w:rsidP="00C21FDD">
            <w:pPr>
              <w:jc w:val="right"/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Н.Л. Михайлова</w:t>
            </w:r>
          </w:p>
        </w:tc>
      </w:tr>
    </w:tbl>
    <w:p w:rsidR="00ED4BCC" w:rsidRDefault="00ED4BCC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  <w:bookmarkStart w:id="0" w:name="_GoBack"/>
      <w:bookmarkEnd w:id="0"/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0B7EF3">
      <w:pPr>
        <w:rPr>
          <w:sz w:val="28"/>
          <w:szCs w:val="28"/>
        </w:rPr>
        <w:sectPr w:rsidR="001C763F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lastRenderedPageBreak/>
        <w:t xml:space="preserve">Приложение к </w:t>
      </w: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t xml:space="preserve">Постановлению </w:t>
      </w:r>
      <w:r w:rsidR="000055BD">
        <w:rPr>
          <w:sz w:val="26"/>
          <w:szCs w:val="26"/>
        </w:rPr>
        <w:t xml:space="preserve">от </w:t>
      </w:r>
      <w:r w:rsidR="005C1CD2">
        <w:rPr>
          <w:sz w:val="26"/>
          <w:szCs w:val="26"/>
        </w:rPr>
        <w:t>10.11</w:t>
      </w:r>
      <w:r w:rsidR="00450E0C">
        <w:rPr>
          <w:sz w:val="26"/>
          <w:szCs w:val="26"/>
        </w:rPr>
        <w:t>.2023</w:t>
      </w:r>
      <w:r w:rsidRPr="00CC6E07">
        <w:rPr>
          <w:sz w:val="26"/>
          <w:szCs w:val="26"/>
        </w:rPr>
        <w:t xml:space="preserve"> № </w:t>
      </w:r>
      <w:r w:rsidR="005C1CD2">
        <w:rPr>
          <w:sz w:val="26"/>
          <w:szCs w:val="26"/>
        </w:rPr>
        <w:t>361</w:t>
      </w:r>
      <w:r w:rsidRPr="00CC6E07">
        <w:rPr>
          <w:sz w:val="26"/>
          <w:szCs w:val="26"/>
        </w:rPr>
        <w:t>п</w:t>
      </w:r>
    </w:p>
    <w:p w:rsidR="00831ACD" w:rsidRDefault="00831ACD" w:rsidP="00831ACD">
      <w:pPr>
        <w:rPr>
          <w:sz w:val="28"/>
          <w:szCs w:val="28"/>
        </w:rPr>
      </w:pPr>
    </w:p>
    <w:p w:rsidR="00831ACD" w:rsidRDefault="00831ACD" w:rsidP="00831ACD">
      <w:pPr>
        <w:rPr>
          <w:sz w:val="28"/>
          <w:szCs w:val="28"/>
        </w:rPr>
      </w:pP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Прогноз социально-экономического развития</w:t>
      </w: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 xml:space="preserve">муниципального района «Заполярный район» на </w:t>
      </w:r>
      <w:r w:rsidR="00C10FC2" w:rsidRPr="00E063F5">
        <w:rPr>
          <w:sz w:val="26"/>
          <w:szCs w:val="26"/>
        </w:rPr>
        <w:t>202</w:t>
      </w:r>
      <w:r w:rsidR="00450E0C">
        <w:rPr>
          <w:sz w:val="26"/>
          <w:szCs w:val="26"/>
        </w:rPr>
        <w:t>4</w:t>
      </w:r>
      <w:r w:rsidRPr="00E063F5">
        <w:rPr>
          <w:sz w:val="26"/>
          <w:szCs w:val="26"/>
        </w:rPr>
        <w:t xml:space="preserve"> год</w:t>
      </w:r>
    </w:p>
    <w:p w:rsidR="001C763F" w:rsidRDefault="00831ACD" w:rsidP="00CC7006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и пл</w:t>
      </w:r>
      <w:r w:rsidR="00C10FC2" w:rsidRPr="00E063F5">
        <w:rPr>
          <w:sz w:val="26"/>
          <w:szCs w:val="26"/>
        </w:rPr>
        <w:t>ановый период 202</w:t>
      </w:r>
      <w:r w:rsidR="00450E0C">
        <w:rPr>
          <w:sz w:val="26"/>
          <w:szCs w:val="26"/>
        </w:rPr>
        <w:t>5</w:t>
      </w:r>
      <w:r w:rsidR="0057342F" w:rsidRPr="00E063F5">
        <w:rPr>
          <w:sz w:val="26"/>
          <w:szCs w:val="26"/>
        </w:rPr>
        <w:t>-</w:t>
      </w:r>
      <w:r w:rsidR="00C10FC2" w:rsidRPr="00E063F5">
        <w:rPr>
          <w:sz w:val="26"/>
          <w:szCs w:val="26"/>
        </w:rPr>
        <w:t>202</w:t>
      </w:r>
      <w:r w:rsidR="00450E0C">
        <w:rPr>
          <w:sz w:val="26"/>
          <w:szCs w:val="26"/>
        </w:rPr>
        <w:t>6</w:t>
      </w:r>
      <w:r w:rsidRPr="00E063F5">
        <w:rPr>
          <w:sz w:val="26"/>
          <w:szCs w:val="26"/>
        </w:rPr>
        <w:t xml:space="preserve"> годов</w:t>
      </w:r>
      <w:bookmarkStart w:id="1" w:name="RANGE!A1:I110"/>
      <w:bookmarkEnd w:id="1"/>
    </w:p>
    <w:p w:rsidR="00450E0C" w:rsidRDefault="00450E0C" w:rsidP="00CC7006">
      <w:pPr>
        <w:jc w:val="center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5"/>
        <w:gridCol w:w="1724"/>
        <w:gridCol w:w="1762"/>
        <w:gridCol w:w="995"/>
        <w:gridCol w:w="1066"/>
        <w:gridCol w:w="991"/>
        <w:gridCol w:w="981"/>
        <w:gridCol w:w="836"/>
        <w:gridCol w:w="864"/>
        <w:gridCol w:w="864"/>
      </w:tblGrid>
      <w:tr w:rsidR="001F6819" w:rsidRPr="001F6819" w:rsidTr="001F6819">
        <w:trPr>
          <w:trHeight w:val="450"/>
        </w:trPr>
        <w:tc>
          <w:tcPr>
            <w:tcW w:w="922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i/>
                <w:iCs/>
                <w:sz w:val="20"/>
                <w:szCs w:val="20"/>
              </w:rPr>
            </w:pPr>
            <w:r w:rsidRPr="001F6819">
              <w:rPr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3553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Показатели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Субъекты прогнозирования</w:t>
            </w: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 изм.</w:t>
            </w:r>
          </w:p>
        </w:tc>
        <w:tc>
          <w:tcPr>
            <w:tcW w:w="1309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Отчёт            2022 год</w:t>
            </w:r>
          </w:p>
        </w:tc>
        <w:tc>
          <w:tcPr>
            <w:tcW w:w="1213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Отчёт за 8 мес. 2023 года</w:t>
            </w:r>
          </w:p>
        </w:tc>
        <w:tc>
          <w:tcPr>
            <w:tcW w:w="1200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Оценка             2023 год</w:t>
            </w:r>
          </w:p>
        </w:tc>
        <w:tc>
          <w:tcPr>
            <w:tcW w:w="3113" w:type="dxa"/>
            <w:gridSpan w:val="3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Прогноз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553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2024 год</w:t>
            </w:r>
          </w:p>
        </w:tc>
        <w:tc>
          <w:tcPr>
            <w:tcW w:w="1050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2025 год</w:t>
            </w:r>
          </w:p>
        </w:tc>
        <w:tc>
          <w:tcPr>
            <w:tcW w:w="1050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2026  год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</w:t>
            </w:r>
          </w:p>
        </w:tc>
        <w:tc>
          <w:tcPr>
            <w:tcW w:w="3553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</w:t>
            </w:r>
          </w:p>
        </w:tc>
        <w:tc>
          <w:tcPr>
            <w:tcW w:w="2008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</w:t>
            </w:r>
          </w:p>
        </w:tc>
        <w:tc>
          <w:tcPr>
            <w:tcW w:w="10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309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</w:t>
            </w:r>
          </w:p>
        </w:tc>
        <w:tc>
          <w:tcPr>
            <w:tcW w:w="1213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</w:t>
            </w:r>
          </w:p>
        </w:tc>
        <w:tc>
          <w:tcPr>
            <w:tcW w:w="1013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</w:t>
            </w:r>
          </w:p>
        </w:tc>
        <w:tc>
          <w:tcPr>
            <w:tcW w:w="1050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Демографические показатели</w:t>
            </w:r>
          </w:p>
        </w:tc>
      </w:tr>
      <w:tr w:rsidR="001F6819" w:rsidRPr="001F6819" w:rsidTr="001F6819">
        <w:trPr>
          <w:trHeight w:val="64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Численность населения (среднегодовая), в том числе: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тыс. чел.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17,9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17,8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17,8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17,8</w:t>
            </w:r>
          </w:p>
        </w:tc>
      </w:tr>
      <w:tr w:rsidR="001F6819" w:rsidRPr="001F6819" w:rsidTr="001F6819">
        <w:trPr>
          <w:trHeight w:val="36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1.1.1.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в городском поселении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7,3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7,3</w:t>
            </w:r>
          </w:p>
        </w:tc>
      </w:tr>
      <w:tr w:rsidR="001F6819" w:rsidRPr="001F6819" w:rsidTr="001F6819">
        <w:trPr>
          <w:trHeight w:val="39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1.1.2.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в сельских поселениях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10,6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10,5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10,5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10,5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10,5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10,5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Труд</w:t>
            </w:r>
          </w:p>
        </w:tc>
      </w:tr>
      <w:tr w:rsidR="001F6819" w:rsidRPr="001F6819" w:rsidTr="001F6819">
        <w:trPr>
          <w:trHeight w:val="51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2.1.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Фонд оплаты труда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1F6819" w:rsidRPr="001F6819" w:rsidTr="001F6819">
        <w:trPr>
          <w:trHeight w:val="40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млн руб.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655,83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446,1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695,17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725,06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756,24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788,76</w:t>
            </w:r>
          </w:p>
        </w:tc>
      </w:tr>
      <w:tr w:rsidR="001F6819" w:rsidRPr="001F6819" w:rsidTr="001F6819">
        <w:trPr>
          <w:trHeight w:val="43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2.1.2.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17,26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12,35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17,52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18,22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18,95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19,71</w:t>
            </w:r>
          </w:p>
        </w:tc>
      </w:tr>
      <w:tr w:rsidR="001F6819" w:rsidRPr="001F6819" w:rsidTr="001F6819">
        <w:trPr>
          <w:trHeight w:val="48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2.1.3.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50,08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35,79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52,83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54,94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57,14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59,43</w:t>
            </w:r>
          </w:p>
        </w:tc>
      </w:tr>
      <w:tr w:rsidR="001F6819" w:rsidRPr="001F6819" w:rsidTr="001F6819">
        <w:trPr>
          <w:trHeight w:val="162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2.1.4.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2008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6,73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4,96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7,71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8,02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8,34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8,67</w:t>
            </w:r>
          </w:p>
        </w:tc>
      </w:tr>
      <w:tr w:rsidR="001F6819" w:rsidRPr="001F6819" w:rsidTr="001F6819">
        <w:trPr>
          <w:trHeight w:val="51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2.2.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1F6819" w:rsidRPr="001F6819" w:rsidTr="001F6819">
        <w:trPr>
          <w:trHeight w:val="40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2.2.1.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тыс. чел.</w:t>
            </w:r>
          </w:p>
        </w:tc>
        <w:tc>
          <w:tcPr>
            <w:tcW w:w="1309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0,75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0,75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0,75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0,75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0,75</w:t>
            </w:r>
          </w:p>
        </w:tc>
        <w:tc>
          <w:tcPr>
            <w:tcW w:w="1050" w:type="dxa"/>
            <w:hideMark/>
          </w:tcPr>
          <w:p w:rsidR="001F6819" w:rsidRPr="001F6819" w:rsidRDefault="005C1CD2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F6819" w:rsidRPr="001F6819">
              <w:rPr>
                <w:sz w:val="20"/>
                <w:szCs w:val="20"/>
              </w:rPr>
              <w:t>75</w:t>
            </w:r>
          </w:p>
        </w:tc>
      </w:tr>
      <w:tr w:rsidR="001F6819" w:rsidRPr="001F6819" w:rsidTr="001F6819">
        <w:trPr>
          <w:trHeight w:val="4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2.2.2.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0,016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0,021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0,021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0,021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0,021</w:t>
            </w:r>
          </w:p>
        </w:tc>
      </w:tr>
      <w:tr w:rsidR="001F6819" w:rsidRPr="001F6819" w:rsidTr="001F6819">
        <w:trPr>
          <w:trHeight w:val="39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2.2.3.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0,05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0,053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0,06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0,06</w:t>
            </w:r>
          </w:p>
        </w:tc>
      </w:tr>
      <w:tr w:rsidR="001F6819" w:rsidRPr="001F6819" w:rsidTr="001F6819">
        <w:trPr>
          <w:trHeight w:val="16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lastRenderedPageBreak/>
              <w:t>2.2.4.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2008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0,013</w:t>
            </w:r>
          </w:p>
        </w:tc>
      </w:tr>
      <w:tr w:rsidR="001F6819" w:rsidRPr="001F6819" w:rsidTr="001F6819">
        <w:trPr>
          <w:trHeight w:val="51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2.3.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Среднемесячная номинальная начисленная заработная плата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1F6819" w:rsidRPr="001F6819" w:rsidTr="001F6819">
        <w:trPr>
          <w:trHeight w:val="51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2.3.1.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МП ЗР "Севержилкомсервис"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руб.</w:t>
            </w:r>
          </w:p>
        </w:tc>
        <w:tc>
          <w:tcPr>
            <w:tcW w:w="1309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72 870,00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74 350,00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77 241,11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80 562,22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84 026,67</w:t>
            </w:r>
          </w:p>
        </w:tc>
        <w:tc>
          <w:tcPr>
            <w:tcW w:w="1050" w:type="dxa"/>
            <w:hideMark/>
          </w:tcPr>
          <w:p w:rsidR="001F6819" w:rsidRPr="001F6819" w:rsidRDefault="005C1CD2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876 40</w:t>
            </w:r>
            <w:r w:rsidR="001F6819" w:rsidRPr="001F6819">
              <w:rPr>
                <w:sz w:val="20"/>
                <w:szCs w:val="20"/>
              </w:rPr>
              <w:t>,00</w:t>
            </w:r>
          </w:p>
        </w:tc>
      </w:tr>
      <w:tr w:rsidR="001F6819" w:rsidRPr="001F6819" w:rsidTr="001F6819">
        <w:trPr>
          <w:trHeight w:val="52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2.3.2.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МП ЗР "Северная транспортная компания"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84 607,84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96 484,38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69 523,81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72 304,76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75 196,95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78 204,83</w:t>
            </w:r>
          </w:p>
        </w:tc>
      </w:tr>
      <w:tr w:rsidR="001F6819" w:rsidRPr="001F6819" w:rsidTr="001F6819">
        <w:trPr>
          <w:trHeight w:val="51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2.3.3.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МКУ ЗР "Северное"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83 466,67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84 410,38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73 375,00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76 310,00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79 362,40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82 536,90</w:t>
            </w:r>
          </w:p>
        </w:tc>
      </w:tr>
      <w:tr w:rsidR="001F6819" w:rsidRPr="001F6819" w:rsidTr="001F6819">
        <w:trPr>
          <w:trHeight w:val="159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2.3.4.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МКП "Пешский животноводческий комплекс"</w:t>
            </w:r>
          </w:p>
        </w:tc>
        <w:tc>
          <w:tcPr>
            <w:tcW w:w="2008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40 059,52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41 333,33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49 423,08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51 400,00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53 456,00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55 594,24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Жилищно-коммунальное хозяйство</w:t>
            </w:r>
          </w:p>
        </w:tc>
      </w:tr>
      <w:tr w:rsidR="001F6819" w:rsidRPr="001F6819" w:rsidTr="001F6819">
        <w:trPr>
          <w:trHeight w:val="108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Протяженность сетей теплоснабжения в двухтрубном исполнении в  поселениях Заполярного района, в том числе: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25,38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25,38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26,31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29,54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29,54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29,54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Ветхие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</w:tr>
      <w:tr w:rsidR="001F6819" w:rsidRPr="001F6819" w:rsidTr="001F6819">
        <w:trPr>
          <w:trHeight w:val="97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Протяженность сетей электроснабжения в </w:t>
            </w:r>
            <w:r w:rsidRPr="001F6819">
              <w:rPr>
                <w:b/>
                <w:bCs/>
                <w:sz w:val="20"/>
                <w:szCs w:val="20"/>
              </w:rPr>
              <w:t xml:space="preserve"> </w:t>
            </w:r>
            <w:r w:rsidRPr="001F6819">
              <w:rPr>
                <w:sz w:val="20"/>
                <w:szCs w:val="20"/>
              </w:rPr>
              <w:t xml:space="preserve"> поселениях Заполярного района, в том числе: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337,26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338,22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338,22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351,72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351,72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351,72</w:t>
            </w:r>
          </w:p>
        </w:tc>
      </w:tr>
      <w:tr w:rsidR="001F6819" w:rsidRPr="001F6819" w:rsidTr="001F6819">
        <w:trPr>
          <w:trHeight w:val="97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3.2.1.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Ветхие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28,6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28,6</w:t>
            </w:r>
          </w:p>
        </w:tc>
        <w:tc>
          <w:tcPr>
            <w:tcW w:w="1200" w:type="dxa"/>
            <w:hideMark/>
          </w:tcPr>
          <w:p w:rsidR="001F6819" w:rsidRPr="001F6819" w:rsidRDefault="00055813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16,9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12,9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29,0</w:t>
            </w:r>
          </w:p>
        </w:tc>
      </w:tr>
      <w:tr w:rsidR="001F6819" w:rsidRPr="001F6819" w:rsidTr="001F6819">
        <w:trPr>
          <w:trHeight w:val="168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Протяженность сетей водоснабжения в сельских поселениях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23,55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25,20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25,20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25,22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25,22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25,22</w:t>
            </w:r>
          </w:p>
        </w:tc>
      </w:tr>
      <w:tr w:rsidR="001F6819" w:rsidRPr="001F6819" w:rsidTr="001F6819">
        <w:trPr>
          <w:trHeight w:val="70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Удельный расход топлива на дизельных </w:t>
            </w:r>
            <w:r w:rsidRPr="001F6819">
              <w:rPr>
                <w:sz w:val="20"/>
                <w:szCs w:val="20"/>
              </w:rPr>
              <w:lastRenderedPageBreak/>
              <w:t>электростанциях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кг/кВт*ч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0,28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0,29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0,29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0,26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0,26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0,26</w:t>
            </w:r>
          </w:p>
        </w:tc>
      </w:tr>
      <w:tr w:rsidR="001F6819" w:rsidRPr="001F6819" w:rsidTr="001F6819">
        <w:trPr>
          <w:trHeight w:val="7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3.5.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Доля сельского населения Заполярного района, обеспеченная питьевой водой 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95,27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95,3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95,3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96,5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96,5</w:t>
            </w:r>
          </w:p>
        </w:tc>
      </w:tr>
      <w:tr w:rsidR="001F6819" w:rsidRPr="001F6819" w:rsidTr="001F6819">
        <w:trPr>
          <w:trHeight w:val="117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3.6.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Доля сельского населения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45,2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45,2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45,2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61,15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61,15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61,15</w:t>
            </w:r>
          </w:p>
        </w:tc>
      </w:tr>
      <w:tr w:rsidR="001F6819" w:rsidRPr="001F6819" w:rsidTr="001F6819">
        <w:trPr>
          <w:trHeight w:val="120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3.7.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ликвидированных несанкционированных мест размещения отходов в сельских поселениях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</w:tr>
      <w:tr w:rsidR="001F6819" w:rsidRPr="001F6819" w:rsidTr="001F6819">
        <w:trPr>
          <w:trHeight w:val="102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3.8.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созданных площадок (мест накопления отходов) в сельских поселениях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132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136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147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147</w:t>
            </w:r>
          </w:p>
        </w:tc>
      </w:tr>
      <w:tr w:rsidR="001F6819" w:rsidRPr="001F6819" w:rsidTr="001F6819">
        <w:trPr>
          <w:trHeight w:val="9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3.9.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Доля муниципальных образований, участвующих в организации деятельности по очистке стоков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15,8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21,1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21,1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21,1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26,3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31,6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Строительство и обеспечение граждан жильем</w:t>
            </w:r>
          </w:p>
        </w:tc>
      </w:tr>
      <w:tr w:rsidR="001F6819" w:rsidRPr="001F6819" w:rsidTr="001F6819">
        <w:trPr>
          <w:trHeight w:val="87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Площадь жилого фонда на территории городского и сельских поселений Заполярного района, в том числе: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ЖКХ, энергетики, транспорта и экологии</w:t>
            </w: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тыс. кв. 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491,18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484,70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486,09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487,17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491,34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491,34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муниципального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74,4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67,92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69,31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70,39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74,56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74,56</w:t>
            </w:r>
          </w:p>
        </w:tc>
      </w:tr>
      <w:tr w:rsidR="001F6819" w:rsidRPr="001F6819" w:rsidTr="001F6819">
        <w:trPr>
          <w:trHeight w:val="9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Площадь аварийного жилого фонда на территории поселений Заполярного района, в том числе: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тыс. кв. 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38,01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38,73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31,3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31,8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31,8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31,8</w:t>
            </w:r>
          </w:p>
        </w:tc>
      </w:tr>
      <w:tr w:rsidR="001F6819" w:rsidRPr="001F6819" w:rsidTr="001F6819">
        <w:trPr>
          <w:trHeight w:val="72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4.2.1.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14,1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13,2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13,2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13,7</w:t>
            </w:r>
          </w:p>
        </w:tc>
      </w:tr>
      <w:tr w:rsidR="001F6819" w:rsidRPr="001F6819" w:rsidTr="001F6819">
        <w:trPr>
          <w:trHeight w:val="55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4.2.2.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23,91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25,53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18,1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18,1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18,1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18,1</w:t>
            </w:r>
          </w:p>
        </w:tc>
      </w:tr>
      <w:tr w:rsidR="001F6819" w:rsidRPr="001F6819" w:rsidTr="001F6819">
        <w:trPr>
          <w:trHeight w:val="94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чел.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2277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2 275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2 502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2 418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2 337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2 309</w:t>
            </w:r>
          </w:p>
        </w:tc>
      </w:tr>
      <w:tr w:rsidR="001F6819" w:rsidRPr="001F6819" w:rsidTr="001F6819">
        <w:trPr>
          <w:trHeight w:val="88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4.3.1.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1139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1 137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1 389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1 305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1 224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1 196</w:t>
            </w:r>
          </w:p>
        </w:tc>
      </w:tr>
      <w:tr w:rsidR="001F6819" w:rsidRPr="001F6819" w:rsidTr="001F6819">
        <w:trPr>
          <w:trHeight w:val="63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4.3.2.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1138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1 138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1113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1113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1113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1113</w:t>
            </w:r>
          </w:p>
        </w:tc>
      </w:tr>
      <w:tr w:rsidR="001F6819" w:rsidRPr="001F6819" w:rsidTr="001F6819">
        <w:trPr>
          <w:trHeight w:val="96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Ввод в эксплуатацию (приобретение) муниципального жилого фонда на территории поселений НАО, в том числе: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кв. 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7670,7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175,3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942,2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5 226,8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4 165,50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1 637,00</w:t>
            </w:r>
          </w:p>
        </w:tc>
      </w:tr>
      <w:tr w:rsidR="001F6819" w:rsidRPr="001F6819" w:rsidTr="001F6819">
        <w:trPr>
          <w:trHeight w:val="7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4.4.1.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сельских поселений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1436,1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175,3</w:t>
            </w:r>
          </w:p>
        </w:tc>
        <w:tc>
          <w:tcPr>
            <w:tcW w:w="1200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942,2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3 588,8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4165,5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1637</w:t>
            </w:r>
          </w:p>
        </w:tc>
      </w:tr>
      <w:tr w:rsidR="001F6819" w:rsidRPr="001F6819" w:rsidTr="001F6819">
        <w:trPr>
          <w:trHeight w:val="48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4.4.2.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городского поселения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6234,6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1 638,0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0,00</w:t>
            </w:r>
          </w:p>
        </w:tc>
      </w:tr>
      <w:tr w:rsidR="001F6819" w:rsidRPr="001F6819" w:rsidTr="001F6819">
        <w:trPr>
          <w:trHeight w:val="73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4.5.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кв. 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27,44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27,2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27,3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27,4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27,6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27,6</w:t>
            </w:r>
          </w:p>
        </w:tc>
      </w:tr>
      <w:tr w:rsidR="001F6819" w:rsidRPr="001F6819" w:rsidTr="001F6819">
        <w:trPr>
          <w:trHeight w:val="99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4.6.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41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15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25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Муниципальное имущество и муниципальные унитарные предприятия</w:t>
            </w:r>
          </w:p>
        </w:tc>
      </w:tr>
      <w:tr w:rsidR="001F6819" w:rsidRPr="001F6819" w:rsidTr="001F6819">
        <w:trPr>
          <w:trHeight w:val="73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lastRenderedPageBreak/>
              <w:t>5.1.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муниципальных предприятий Заполярного района, в том числе: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</w:tr>
      <w:tr w:rsidR="001F6819" w:rsidRPr="001F6819" w:rsidTr="001F6819">
        <w:trPr>
          <w:trHeight w:val="7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5.1.1.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учредителем которых является Администрация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</w:t>
            </w:r>
          </w:p>
        </w:tc>
      </w:tr>
      <w:tr w:rsidR="001F6819" w:rsidRPr="001F6819" w:rsidTr="00254EAE">
        <w:trPr>
          <w:trHeight w:val="153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2008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Управление муниципального имущества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тыс. руб.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8 406,90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6 057,50</w:t>
            </w:r>
          </w:p>
        </w:tc>
        <w:tc>
          <w:tcPr>
            <w:tcW w:w="1200" w:type="dxa"/>
            <w:hideMark/>
          </w:tcPr>
          <w:p w:rsidR="001F6819" w:rsidRPr="001F6819" w:rsidRDefault="002A24BE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8 050,9</w:t>
            </w:r>
          </w:p>
        </w:tc>
        <w:tc>
          <w:tcPr>
            <w:tcW w:w="1013" w:type="dxa"/>
          </w:tcPr>
          <w:p w:rsidR="001F6819" w:rsidRPr="001F6819" w:rsidRDefault="002A24BE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7 964,2</w:t>
            </w:r>
          </w:p>
        </w:tc>
        <w:tc>
          <w:tcPr>
            <w:tcW w:w="1050" w:type="dxa"/>
          </w:tcPr>
          <w:p w:rsidR="001F6819" w:rsidRPr="001F6819" w:rsidRDefault="002A24BE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7 735,8</w:t>
            </w:r>
          </w:p>
        </w:tc>
        <w:tc>
          <w:tcPr>
            <w:tcW w:w="1050" w:type="dxa"/>
          </w:tcPr>
          <w:p w:rsidR="001F6819" w:rsidRPr="001F6819" w:rsidRDefault="002A24BE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7 702,8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Муниципальные программы</w:t>
            </w:r>
          </w:p>
        </w:tc>
      </w:tr>
      <w:tr w:rsidR="001F6819" w:rsidRPr="001F6819" w:rsidTr="001F6819">
        <w:trPr>
          <w:trHeight w:val="85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</w:t>
            </w:r>
          </w:p>
        </w:tc>
      </w:tr>
      <w:tr w:rsidR="001F6819" w:rsidRPr="001F6819" w:rsidTr="001F6819">
        <w:trPr>
          <w:trHeight w:val="9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Исполнение муниципальных программ (освоено средств от запланированных на год)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93,8</w:t>
            </w:r>
          </w:p>
        </w:tc>
        <w:tc>
          <w:tcPr>
            <w:tcW w:w="1213" w:type="dxa"/>
            <w:hideMark/>
          </w:tcPr>
          <w:p w:rsidR="001F6819" w:rsidRPr="001F6819" w:rsidRDefault="000B0AE7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95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Гражданская оборона и предупреждение чрезвычайных ситуаций</w:t>
            </w:r>
          </w:p>
        </w:tc>
      </w:tr>
      <w:tr w:rsidR="001F6819" w:rsidRPr="001F6819" w:rsidTr="001F6819">
        <w:trPr>
          <w:trHeight w:val="114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Сектор ГО и ЧС, охраны общественного порядка и мобилизационной работы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</w:t>
            </w:r>
          </w:p>
        </w:tc>
      </w:tr>
      <w:tr w:rsidR="001F6819" w:rsidRPr="001F6819" w:rsidTr="001F6819">
        <w:trPr>
          <w:trHeight w:val="69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Численность населения, прошедшего обучение по вопросам ГО и ЧС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чел.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291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54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40</w:t>
            </w:r>
          </w:p>
        </w:tc>
      </w:tr>
      <w:tr w:rsidR="001F6819" w:rsidRPr="001F6819" w:rsidTr="001F6819">
        <w:trPr>
          <w:trHeight w:val="117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Доля населения поселений НАО, охваченного местной автоматизированной системой централизованного оповещения </w:t>
            </w:r>
            <w:r w:rsidRPr="001F6819">
              <w:rPr>
                <w:sz w:val="20"/>
                <w:szCs w:val="20"/>
              </w:rPr>
              <w:lastRenderedPageBreak/>
              <w:t>гражданской обороны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63,97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65,22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65,22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75,59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77,22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81,01</w:t>
            </w:r>
          </w:p>
        </w:tc>
      </w:tr>
      <w:tr w:rsidR="001F6819" w:rsidRPr="001F6819" w:rsidTr="001F6819">
        <w:trPr>
          <w:trHeight w:val="7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пожаров на территории поселений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34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60</w:t>
            </w:r>
          </w:p>
        </w:tc>
      </w:tr>
      <w:tr w:rsidR="001F6819" w:rsidRPr="001F6819" w:rsidTr="001F6819">
        <w:trPr>
          <w:trHeight w:val="189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7.5.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муниципальных образований, расположенных на территории Заполярного района, в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Дорожная деятельность и транспортные услуги</w:t>
            </w:r>
          </w:p>
        </w:tc>
      </w:tr>
      <w:tr w:rsidR="001F6819" w:rsidRPr="001F6819" w:rsidTr="001F6819">
        <w:trPr>
          <w:trHeight w:val="120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км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65</w:t>
            </w:r>
          </w:p>
        </w:tc>
      </w:tr>
      <w:tr w:rsidR="001F6819" w:rsidRPr="001F6819" w:rsidTr="001F6819">
        <w:trPr>
          <w:trHeight w:val="93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перевезенных пассажиров по муниципальному маршруту в границах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пассажиров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14 287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10 364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15 451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15 915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16 392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16 884</w:t>
            </w:r>
          </w:p>
        </w:tc>
      </w:tr>
      <w:tr w:rsidR="001F6819" w:rsidRPr="001F6819" w:rsidTr="001F6819">
        <w:trPr>
          <w:trHeight w:val="118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8.3.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Количество перевезенных пассажиров МП ЗР "Северная транспортная компания" по межмуниципальным маршрутам в </w:t>
            </w:r>
            <w:r w:rsidRPr="001F6819">
              <w:rPr>
                <w:sz w:val="20"/>
                <w:szCs w:val="20"/>
              </w:rPr>
              <w:lastRenderedPageBreak/>
              <w:t>границах Заполярного района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11 400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6 881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11 628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11 861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12 098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12 340</w:t>
            </w:r>
          </w:p>
        </w:tc>
      </w:tr>
      <w:tr w:rsidR="001F6819" w:rsidRPr="001F6819" w:rsidTr="001F6819">
        <w:trPr>
          <w:trHeight w:val="195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8.4.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Доля населения, проживающего в населенных пунктах, не имеющих регулярного автобусного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92,1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92,07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92,7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92,7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92,7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92,7</w:t>
            </w:r>
          </w:p>
        </w:tc>
      </w:tr>
      <w:tr w:rsidR="001F6819" w:rsidRPr="001F6819" w:rsidTr="001F6819">
        <w:trPr>
          <w:trHeight w:val="93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8.5.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Доля населения, имеющего доступ к снегоходным трассам, расположенным на территории поселений НАО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46,3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46,3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46,3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46,3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46,3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46,3</w:t>
            </w:r>
          </w:p>
        </w:tc>
      </w:tr>
      <w:tr w:rsidR="001F6819" w:rsidRPr="001F6819" w:rsidTr="001F6819">
        <w:trPr>
          <w:trHeight w:val="100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8.6.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взлетно-посадочных полос и вертолетных площадок, содержащихся в надлежащем порядке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47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47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47</w:t>
            </w:r>
          </w:p>
        </w:tc>
      </w:tr>
      <w:tr w:rsidR="001F6819" w:rsidRPr="001F6819" w:rsidTr="001F6819">
        <w:trPr>
          <w:trHeight w:val="7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8.7.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причалов, содержащихся в надлежащем порядке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213" w:type="dxa"/>
            <w:hideMark/>
          </w:tcPr>
          <w:p w:rsidR="001F6819" w:rsidRPr="001F6819" w:rsidRDefault="000907A9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hideMark/>
          </w:tcPr>
          <w:p w:rsidR="001F6819" w:rsidRPr="001F6819" w:rsidRDefault="000907A9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13" w:type="dxa"/>
            <w:hideMark/>
          </w:tcPr>
          <w:p w:rsidR="001F6819" w:rsidRPr="001F6819" w:rsidRDefault="000907A9" w:rsidP="001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Благоустройство и бытовое обслуживание населения</w:t>
            </w:r>
          </w:p>
        </w:tc>
      </w:tr>
      <w:tr w:rsidR="001F6819" w:rsidRPr="001F6819" w:rsidTr="001F6819">
        <w:trPr>
          <w:trHeight w:val="73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потребленной электроэнергии на цели уличного освещения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кВт/час.</w:t>
            </w:r>
          </w:p>
        </w:tc>
        <w:tc>
          <w:tcPr>
            <w:tcW w:w="1309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994 782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602 275</w:t>
            </w:r>
          </w:p>
        </w:tc>
        <w:tc>
          <w:tcPr>
            <w:tcW w:w="1200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1 047 916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1 104 986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1 104 986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1 104 986</w:t>
            </w:r>
          </w:p>
        </w:tc>
      </w:tr>
      <w:tr w:rsidR="001F6819" w:rsidRPr="001F6819" w:rsidTr="001F6819">
        <w:trPr>
          <w:trHeight w:val="6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9.2.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общественных бань в поселениях НАО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ед.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24</w:t>
            </w:r>
          </w:p>
        </w:tc>
      </w:tr>
      <w:tr w:rsidR="001F6819" w:rsidRPr="001F6819" w:rsidTr="001F6819">
        <w:trPr>
          <w:trHeight w:val="79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lastRenderedPageBreak/>
              <w:t>9.3.</w:t>
            </w:r>
          </w:p>
        </w:tc>
        <w:tc>
          <w:tcPr>
            <w:tcW w:w="3553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Количество помывок в общественных банях в поселениях НАО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71 087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46 537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69 817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71 912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74 069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76 291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10.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Сельское хозяйство</w:t>
            </w:r>
          </w:p>
        </w:tc>
      </w:tr>
      <w:tr w:rsidR="001F6819" w:rsidRPr="001F6819" w:rsidTr="001F6819">
        <w:trPr>
          <w:trHeight w:val="72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Среднее поголовье крупного рогатого скота, в том числе:</w:t>
            </w:r>
          </w:p>
        </w:tc>
        <w:tc>
          <w:tcPr>
            <w:tcW w:w="2008" w:type="dxa"/>
            <w:vMerge w:val="restart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Сектор по развитию сельскохозяйственного производства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голов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316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316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318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318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318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10.1.1.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коров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голов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130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130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130</w:t>
            </w:r>
          </w:p>
        </w:tc>
      </w:tr>
      <w:tr w:rsidR="001F6819" w:rsidRPr="001F6819" w:rsidTr="001F6819">
        <w:trPr>
          <w:trHeight w:val="46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10.2.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Валовое производство молока</w:t>
            </w:r>
          </w:p>
        </w:tc>
        <w:tc>
          <w:tcPr>
            <w:tcW w:w="2008" w:type="dxa"/>
            <w:vMerge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т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396,7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270,8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341,3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342,7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342,7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342,7</w:t>
            </w:r>
          </w:p>
        </w:tc>
      </w:tr>
      <w:tr w:rsidR="001F6819" w:rsidRPr="001F6819" w:rsidTr="001F6819">
        <w:trPr>
          <w:trHeight w:val="315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11.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Прочие показатели</w:t>
            </w:r>
          </w:p>
        </w:tc>
      </w:tr>
      <w:tr w:rsidR="001F6819" w:rsidRPr="001F6819" w:rsidTr="001F6819">
        <w:trPr>
          <w:trHeight w:val="1350"/>
        </w:trPr>
        <w:tc>
          <w:tcPr>
            <w:tcW w:w="922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11.1.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Индекс потребительских цен </w:t>
            </w:r>
          </w:p>
        </w:tc>
        <w:tc>
          <w:tcPr>
            <w:tcW w:w="2008" w:type="dxa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Отдел экономики и прогнозирования</w:t>
            </w:r>
          </w:p>
        </w:tc>
        <w:tc>
          <w:tcPr>
            <w:tcW w:w="1022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103,8</w:t>
            </w:r>
          </w:p>
        </w:tc>
        <w:tc>
          <w:tcPr>
            <w:tcW w:w="12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109</w:t>
            </w:r>
          </w:p>
        </w:tc>
        <w:tc>
          <w:tcPr>
            <w:tcW w:w="120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109,00</w:t>
            </w:r>
          </w:p>
        </w:tc>
        <w:tc>
          <w:tcPr>
            <w:tcW w:w="101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104,9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104,0</w:t>
            </w:r>
          </w:p>
        </w:tc>
        <w:tc>
          <w:tcPr>
            <w:tcW w:w="1050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104,0</w:t>
            </w:r>
          </w:p>
        </w:tc>
      </w:tr>
      <w:tr w:rsidR="001F6819" w:rsidRPr="001F6819" w:rsidTr="001F6819">
        <w:trPr>
          <w:trHeight w:val="615"/>
        </w:trPr>
        <w:tc>
          <w:tcPr>
            <w:tcW w:w="922" w:type="dxa"/>
            <w:noWrap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12</w:t>
            </w:r>
          </w:p>
        </w:tc>
        <w:tc>
          <w:tcPr>
            <w:tcW w:w="13418" w:type="dxa"/>
            <w:gridSpan w:val="9"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1F6819" w:rsidRPr="001F6819" w:rsidTr="001F6819">
        <w:trPr>
          <w:trHeight w:val="2490"/>
        </w:trPr>
        <w:tc>
          <w:tcPr>
            <w:tcW w:w="922" w:type="dxa"/>
            <w:noWrap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12.1.</w:t>
            </w:r>
          </w:p>
        </w:tc>
        <w:tc>
          <w:tcPr>
            <w:tcW w:w="3553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</w:p>
        </w:tc>
        <w:tc>
          <w:tcPr>
            <w:tcW w:w="2008" w:type="dxa"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 xml:space="preserve">Управление финансов </w:t>
            </w:r>
          </w:p>
        </w:tc>
        <w:tc>
          <w:tcPr>
            <w:tcW w:w="1022" w:type="dxa"/>
            <w:noWrap/>
            <w:hideMark/>
          </w:tcPr>
          <w:p w:rsidR="001F6819" w:rsidRPr="001F6819" w:rsidRDefault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100</w:t>
            </w:r>
          </w:p>
        </w:tc>
        <w:tc>
          <w:tcPr>
            <w:tcW w:w="12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100</w:t>
            </w:r>
          </w:p>
        </w:tc>
        <w:tc>
          <w:tcPr>
            <w:tcW w:w="1013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100</w:t>
            </w:r>
          </w:p>
        </w:tc>
        <w:tc>
          <w:tcPr>
            <w:tcW w:w="1050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100</w:t>
            </w:r>
          </w:p>
        </w:tc>
        <w:tc>
          <w:tcPr>
            <w:tcW w:w="1050" w:type="dxa"/>
            <w:noWrap/>
            <w:hideMark/>
          </w:tcPr>
          <w:p w:rsidR="001F6819" w:rsidRPr="001F6819" w:rsidRDefault="001F6819" w:rsidP="001F6819">
            <w:pPr>
              <w:jc w:val="center"/>
              <w:rPr>
                <w:sz w:val="20"/>
                <w:szCs w:val="20"/>
              </w:rPr>
            </w:pPr>
            <w:r w:rsidRPr="001F6819">
              <w:rPr>
                <w:sz w:val="20"/>
                <w:szCs w:val="20"/>
              </w:rPr>
              <w:t>100</w:t>
            </w:r>
          </w:p>
        </w:tc>
      </w:tr>
    </w:tbl>
    <w:p w:rsidR="00A43C9A" w:rsidRPr="001F6819" w:rsidRDefault="00A43C9A" w:rsidP="00CC7006">
      <w:pPr>
        <w:jc w:val="center"/>
        <w:rPr>
          <w:sz w:val="20"/>
          <w:szCs w:val="20"/>
        </w:rPr>
      </w:pPr>
    </w:p>
    <w:sectPr w:rsidR="00A43C9A" w:rsidRPr="001F6819" w:rsidSect="00EF3D25">
      <w:pgSz w:w="11906" w:h="16838"/>
      <w:pgMar w:top="1247" w:right="70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37E" w:rsidRDefault="00C3037E" w:rsidP="00543234">
      <w:r>
        <w:separator/>
      </w:r>
    </w:p>
  </w:endnote>
  <w:endnote w:type="continuationSeparator" w:id="0">
    <w:p w:rsidR="00C3037E" w:rsidRDefault="00C3037E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37E" w:rsidRDefault="00C3037E" w:rsidP="00543234">
      <w:r>
        <w:separator/>
      </w:r>
    </w:p>
  </w:footnote>
  <w:footnote w:type="continuationSeparator" w:id="0">
    <w:p w:rsidR="00C3037E" w:rsidRDefault="00C3037E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55813"/>
    <w:rsid w:val="00063CF5"/>
    <w:rsid w:val="000722C5"/>
    <w:rsid w:val="000816CB"/>
    <w:rsid w:val="000907A9"/>
    <w:rsid w:val="000A6891"/>
    <w:rsid w:val="000B0AE7"/>
    <w:rsid w:val="000B7EF3"/>
    <w:rsid w:val="000D4087"/>
    <w:rsid w:val="000E7ED4"/>
    <w:rsid w:val="000F14DD"/>
    <w:rsid w:val="00105246"/>
    <w:rsid w:val="001146E3"/>
    <w:rsid w:val="00137E5F"/>
    <w:rsid w:val="00174A47"/>
    <w:rsid w:val="001C763F"/>
    <w:rsid w:val="001F6819"/>
    <w:rsid w:val="002215F0"/>
    <w:rsid w:val="002534BC"/>
    <w:rsid w:val="00254EAE"/>
    <w:rsid w:val="00270BB6"/>
    <w:rsid w:val="00286277"/>
    <w:rsid w:val="00291DB9"/>
    <w:rsid w:val="002A24BE"/>
    <w:rsid w:val="002B79C7"/>
    <w:rsid w:val="002D746B"/>
    <w:rsid w:val="00303F7F"/>
    <w:rsid w:val="003114F8"/>
    <w:rsid w:val="0035335B"/>
    <w:rsid w:val="0036529B"/>
    <w:rsid w:val="00383C02"/>
    <w:rsid w:val="003A224F"/>
    <w:rsid w:val="003D1746"/>
    <w:rsid w:val="003E22FC"/>
    <w:rsid w:val="00447922"/>
    <w:rsid w:val="00450E0C"/>
    <w:rsid w:val="00461CE6"/>
    <w:rsid w:val="00472CE9"/>
    <w:rsid w:val="004E4436"/>
    <w:rsid w:val="005149D7"/>
    <w:rsid w:val="00543234"/>
    <w:rsid w:val="00557733"/>
    <w:rsid w:val="005654E4"/>
    <w:rsid w:val="0057342F"/>
    <w:rsid w:val="00574D60"/>
    <w:rsid w:val="00583BEE"/>
    <w:rsid w:val="005B2609"/>
    <w:rsid w:val="005C1CD2"/>
    <w:rsid w:val="005D3198"/>
    <w:rsid w:val="005F0335"/>
    <w:rsid w:val="005F79C1"/>
    <w:rsid w:val="006022CA"/>
    <w:rsid w:val="00642FAB"/>
    <w:rsid w:val="006504F0"/>
    <w:rsid w:val="00650CEE"/>
    <w:rsid w:val="0066147D"/>
    <w:rsid w:val="00664695"/>
    <w:rsid w:val="006745AB"/>
    <w:rsid w:val="006C7195"/>
    <w:rsid w:val="006E4928"/>
    <w:rsid w:val="006E61C3"/>
    <w:rsid w:val="006F7F43"/>
    <w:rsid w:val="00751F5F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40713"/>
    <w:rsid w:val="008714D6"/>
    <w:rsid w:val="00871920"/>
    <w:rsid w:val="00881B4D"/>
    <w:rsid w:val="00893DB0"/>
    <w:rsid w:val="008A48CA"/>
    <w:rsid w:val="008E7686"/>
    <w:rsid w:val="00946B5B"/>
    <w:rsid w:val="0096351E"/>
    <w:rsid w:val="00964481"/>
    <w:rsid w:val="00965606"/>
    <w:rsid w:val="00974006"/>
    <w:rsid w:val="009A4CB9"/>
    <w:rsid w:val="009C19B1"/>
    <w:rsid w:val="00A43C9A"/>
    <w:rsid w:val="00A44637"/>
    <w:rsid w:val="00A5336B"/>
    <w:rsid w:val="00A53EC0"/>
    <w:rsid w:val="00A5435E"/>
    <w:rsid w:val="00A61A0A"/>
    <w:rsid w:val="00A80676"/>
    <w:rsid w:val="00AA0243"/>
    <w:rsid w:val="00AF3472"/>
    <w:rsid w:val="00B47DF0"/>
    <w:rsid w:val="00B75F8D"/>
    <w:rsid w:val="00B818E2"/>
    <w:rsid w:val="00BD1114"/>
    <w:rsid w:val="00C10FC2"/>
    <w:rsid w:val="00C11C1E"/>
    <w:rsid w:val="00C21FDD"/>
    <w:rsid w:val="00C3037E"/>
    <w:rsid w:val="00C75CAF"/>
    <w:rsid w:val="00CA33FD"/>
    <w:rsid w:val="00CB3F1F"/>
    <w:rsid w:val="00CC6E07"/>
    <w:rsid w:val="00CC7006"/>
    <w:rsid w:val="00CF3E56"/>
    <w:rsid w:val="00D1367B"/>
    <w:rsid w:val="00D20DD4"/>
    <w:rsid w:val="00D3754F"/>
    <w:rsid w:val="00D7668F"/>
    <w:rsid w:val="00DC52E3"/>
    <w:rsid w:val="00DE4AC3"/>
    <w:rsid w:val="00E063F5"/>
    <w:rsid w:val="00E662F3"/>
    <w:rsid w:val="00E85770"/>
    <w:rsid w:val="00EB1949"/>
    <w:rsid w:val="00ED4BCC"/>
    <w:rsid w:val="00EE524E"/>
    <w:rsid w:val="00EE5A72"/>
    <w:rsid w:val="00EF0C1E"/>
    <w:rsid w:val="00EF3D25"/>
    <w:rsid w:val="00F13244"/>
    <w:rsid w:val="00F91CDF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07D4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E0F12-A47F-43AE-ABDE-519E6BF7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653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Пищ Оксана Владимировна</cp:lastModifiedBy>
  <cp:revision>106</cp:revision>
  <cp:lastPrinted>2023-11-13T11:24:00Z</cp:lastPrinted>
  <dcterms:created xsi:type="dcterms:W3CDTF">2015-11-16T17:34:00Z</dcterms:created>
  <dcterms:modified xsi:type="dcterms:W3CDTF">2023-11-13T11:28:00Z</dcterms:modified>
</cp:coreProperties>
</file>